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0074E4">
        <w:rPr>
          <w:rFonts w:ascii="Corbel" w:hAnsi="Corbel"/>
          <w:bCs/>
          <w:i/>
        </w:rPr>
        <w:t>UR  nr</w:t>
      </w:r>
      <w:proofErr w:type="gramEnd"/>
      <w:r w:rsidRPr="000074E4">
        <w:rPr>
          <w:rFonts w:ascii="Corbel" w:hAnsi="Corbel"/>
          <w:bCs/>
          <w:i/>
        </w:rPr>
        <w:t xml:space="preserve">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916804B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081A37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7629A16C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081A37">
        <w:rPr>
          <w:rFonts w:ascii="Corbel" w:hAnsi="Corbel"/>
          <w:sz w:val="20"/>
          <w:szCs w:val="20"/>
        </w:rPr>
        <w:t>4</w:t>
      </w:r>
      <w:r w:rsidRPr="000074E4">
        <w:rPr>
          <w:rFonts w:ascii="Corbel" w:hAnsi="Corbel"/>
          <w:sz w:val="20"/>
          <w:szCs w:val="20"/>
        </w:rPr>
        <w:t>/202</w:t>
      </w:r>
      <w:r w:rsidR="00081A37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3ED16C9F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674326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9E8D0C7" w:rsidR="00015B8F" w:rsidRPr="000074E4" w:rsidRDefault="006833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</w:t>
      </w:r>
      <w:proofErr w:type="gramEnd"/>
      <w:r w:rsidRPr="000074E4">
        <w:rPr>
          <w:rFonts w:ascii="Corbel" w:hAnsi="Corbel"/>
          <w:b w:val="0"/>
          <w:smallCaps w:val="0"/>
          <w:szCs w:val="24"/>
        </w:rPr>
        <w:t xml:space="preserve"> w formie tradycyjnej lub z wykorzystaniem platformy MS </w:t>
      </w:r>
      <w:proofErr w:type="spellStart"/>
      <w:r w:rsidRPr="000074E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174E4B4B" w:rsidR="00E22FBC" w:rsidRPr="000074E4" w:rsidRDefault="00941F9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0074E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000BDA9E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66967AC2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35F04A4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2DD3700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D57D21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17EE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>z </w:t>
            </w:r>
            <w:proofErr w:type="gramStart"/>
            <w:r w:rsidR="002E171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  <w:proofErr w:type="gramEnd"/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30A44357" w:rsidR="00C61DC5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35299CD8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740C3D2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</w:t>
            </w:r>
            <w:proofErr w:type="gram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  sieci</w:t>
            </w:r>
            <w:proofErr w:type="gram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wyd.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05EC" w14:textId="77777777" w:rsidR="00D77AB8" w:rsidRDefault="00D77AB8" w:rsidP="00C16ABF">
      <w:pPr>
        <w:spacing w:after="0" w:line="240" w:lineRule="auto"/>
      </w:pPr>
      <w:r>
        <w:separator/>
      </w:r>
    </w:p>
  </w:endnote>
  <w:endnote w:type="continuationSeparator" w:id="0">
    <w:p w14:paraId="7688A208" w14:textId="77777777" w:rsidR="00D77AB8" w:rsidRDefault="00D77A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5BCE" w14:textId="77777777" w:rsidR="00D77AB8" w:rsidRDefault="00D77AB8" w:rsidP="00C16ABF">
      <w:pPr>
        <w:spacing w:after="0" w:line="240" w:lineRule="auto"/>
      </w:pPr>
      <w:r>
        <w:separator/>
      </w:r>
    </w:p>
  </w:footnote>
  <w:footnote w:type="continuationSeparator" w:id="0">
    <w:p w14:paraId="34778C1B" w14:textId="77777777" w:rsidR="00D77AB8" w:rsidRDefault="00D77AB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A37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3F1C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2F6220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578C0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4326"/>
    <w:rsid w:val="00675843"/>
    <w:rsid w:val="00677FE3"/>
    <w:rsid w:val="0068330A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1F99"/>
    <w:rsid w:val="0094491A"/>
    <w:rsid w:val="009508DF"/>
    <w:rsid w:val="00950DAC"/>
    <w:rsid w:val="00954A07"/>
    <w:rsid w:val="00963A97"/>
    <w:rsid w:val="00970C16"/>
    <w:rsid w:val="00997F14"/>
    <w:rsid w:val="009A4033"/>
    <w:rsid w:val="009A78D9"/>
    <w:rsid w:val="009C3E31"/>
    <w:rsid w:val="009C5266"/>
    <w:rsid w:val="009C54AE"/>
    <w:rsid w:val="009C788E"/>
    <w:rsid w:val="009E3B41"/>
    <w:rsid w:val="009F3408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F5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57D21"/>
    <w:rsid w:val="00D608D1"/>
    <w:rsid w:val="00D74119"/>
    <w:rsid w:val="00D77AB8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54D1A-2502-4802-900E-BA90188D5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C4D32-7F85-4AB1-A550-C4BAF3D5B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60B9D5-6EE5-495A-8102-6B4B26B4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1</Pages>
  <Words>1070</Words>
  <Characters>6421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25</cp:revision>
  <cp:lastPrinted>2017-04-27T18:28:00Z</cp:lastPrinted>
  <dcterms:created xsi:type="dcterms:W3CDTF">2020-12-03T06:44:00Z</dcterms:created>
  <dcterms:modified xsi:type="dcterms:W3CDTF">2022-09-20T17:44:00Z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